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F0C" w:rsidRDefault="002F3F0C" w:rsidP="002F3F0C">
      <w:pPr>
        <w:pStyle w:val="Titulek"/>
        <w:keepNext/>
        <w:rPr>
          <w:color w:val="auto"/>
        </w:rPr>
      </w:pPr>
      <w:r w:rsidRPr="002F3F0C">
        <w:rPr>
          <w:color w:val="auto"/>
        </w:rPr>
        <w:t>Příloha č. 5 Výzvy k podání nabídky</w:t>
      </w:r>
    </w:p>
    <w:p w:rsidR="002F3F0C" w:rsidRPr="002F3F0C" w:rsidRDefault="002F3F0C" w:rsidP="002F3F0C">
      <w:pPr>
        <w:rPr>
          <w:b/>
          <w:color w:val="FF6600"/>
          <w:sz w:val="36"/>
          <w:szCs w:val="36"/>
        </w:rPr>
      </w:pPr>
      <w:r w:rsidRPr="00727D09">
        <w:rPr>
          <w:b/>
          <w:color w:val="FF6600"/>
          <w:sz w:val="36"/>
          <w:szCs w:val="36"/>
        </w:rPr>
        <w:t>Dílčí nabídkové ceny</w:t>
      </w:r>
    </w:p>
    <w:tbl>
      <w:tblPr>
        <w:tblW w:w="1333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  <w:gridCol w:w="1521"/>
        <w:gridCol w:w="1651"/>
        <w:gridCol w:w="1645"/>
        <w:gridCol w:w="1760"/>
        <w:gridCol w:w="1760"/>
      </w:tblGrid>
      <w:tr w:rsidR="00B23C79" w:rsidRPr="00B23C79" w:rsidTr="00E00F06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B23C79" w:rsidRPr="00B23C79" w:rsidRDefault="00B23C79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  <w:t>Příslušenství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3C79" w:rsidRPr="00B23C79" w:rsidRDefault="00B23C79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  <w:t>Cena za 1 ks bez DPH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B23C79" w:rsidRPr="00B23C79" w:rsidRDefault="00B23C79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  <w:t>Předpokládaný odběr</w:t>
            </w:r>
            <w:r w:rsidR="009B2F11"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  <w:t xml:space="preserve"> ks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3C79" w:rsidRPr="00B23C79" w:rsidRDefault="00B23C79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C21B74">
              <w:rPr>
                <w:b/>
                <w:sz w:val="18"/>
                <w:szCs w:val="18"/>
              </w:rPr>
              <w:t>Cena za předpokládaný odběr bez DPH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B23C79" w:rsidRPr="00B23C79" w:rsidRDefault="00B23C79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  <w:t>Výše DPH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3C79" w:rsidRPr="00B23C79" w:rsidRDefault="00B23C79" w:rsidP="00E00F06">
            <w:pPr>
              <w:suppressAutoHyphens/>
              <w:spacing w:after="0" w:line="240" w:lineRule="auto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lang w:eastAsia="cs-CZ"/>
              </w:rPr>
            </w:pPr>
            <w:r w:rsidRPr="00C21B74">
              <w:rPr>
                <w:b/>
                <w:sz w:val="18"/>
                <w:szCs w:val="18"/>
              </w:rPr>
              <w:t xml:space="preserve">Cena za předpokládaný odběr </w:t>
            </w:r>
            <w:r>
              <w:rPr>
                <w:b/>
                <w:sz w:val="18"/>
                <w:szCs w:val="18"/>
              </w:rPr>
              <w:t>vče</w:t>
            </w:r>
            <w:r w:rsidRPr="00C21B74">
              <w:rPr>
                <w:b/>
                <w:sz w:val="18"/>
                <w:szCs w:val="18"/>
              </w:rPr>
              <w:t>tně DPH</w:t>
            </w: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RJ45 - 0,25m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RJ45 - 0,5m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RJ45 - 1m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RJ45 - 2m 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RJ45 - 3m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600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RJ45 - 10m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RJ45 - 15m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RJ45 - 20m</w:t>
            </w: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(šedá, žlutá, černá, červená, zelená)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telefonní RJ45 - RJ11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HDMI 1m pozlacený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HDMI 2m pozlacený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HDMI 5m pozlacený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1m - HDMI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2m - HDMI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5m - HDMI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USB-C - USB-C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USB-C - USB-C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lastRenderedPageBreak/>
              <w:t>USB-A - USB-C 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USB-C 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 mikro 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 mikro 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USB-A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USB-A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USB-A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USB-B tiskárna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USB-A - USB-B tiskárna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USB-A - USB-C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USB-C - USB-A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HDMI - mini HDMI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redukce mini </w:t>
            </w:r>
            <w:proofErr w:type="spellStart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</w:t>
            </w:r>
            <w:proofErr w:type="spellEnd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na </w:t>
            </w:r>
            <w:proofErr w:type="spellStart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DVI-D - HDMI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redukce HDMI - DVI-D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DISPLAYPORT - HDMI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mini HDMI - mini DISPLAYPORT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HDMI 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DVI-D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lastRenderedPageBreak/>
              <w:t>DVI-D - DVI-D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DVI-D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DVI-D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DVI-D - HDMI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prodloužení VGA - 5m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- 1,5m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přímý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- 1,5m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síťový kabel C13 zalomený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- 1,5m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prodlužovací kabel C13 přímý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C5 - 1m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C5 - 1,5m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C5 - 2m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napájejí kabel IEC320 C5 - 3m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set drátová klávesnice a myš - 1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600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lastRenderedPageBreak/>
              <w:t>set drátová klávesnice a myš - 2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set bezdrátová klávesnice a myš – 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set bezdrátová klávesnice a myš - 4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Klávesnice Drátová - 5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Klávesnice Bezdrátová  - 6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Klávesnice Bezdrátová nízká - 7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drátová velikost (laser)- S - 8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drátová velikost (laser) - M - 8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drátová velikost (laser) - L - 8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bezdrátová velikost (laser) S - 9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bezdrátová velikost (laser) M - 9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Myš bezdrátová velikost (laser) L - 9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drátová velikost S - 10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bookmarkStart w:id="0" w:name="_GoBack"/>
        <w:bookmarkEnd w:id="0"/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drátová velikost M - 10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drátová velikost L - 10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bezdrátová velikost S  - 11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bezdrátová velikost M  - 11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E00F06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Ergonomická myš bezdrátová velikost L  - 11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B23C79" w:rsidRPr="00B23C79" w:rsidTr="007B3A70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USB </w:t>
            </w:r>
            <w:proofErr w:type="spellStart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Headset</w:t>
            </w:r>
            <w:proofErr w:type="spellEnd"/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 xml:space="preserve"> - 12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1000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  <w:noWrap/>
            <w:vAlign w:val="center"/>
            <w:hideMark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  <w:r w:rsidRPr="00B23C79"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EB39"/>
          </w:tcPr>
          <w:p w:rsidR="00B23C79" w:rsidRPr="00B23C79" w:rsidRDefault="00B23C79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7B3A70" w:rsidRPr="00B23C79" w:rsidTr="007B3A70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B3A70" w:rsidRPr="007B3A70" w:rsidRDefault="007B3A70" w:rsidP="00B23C7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highlight w:val="yellow"/>
                <w:lang w:eastAsia="cs-CZ"/>
              </w:rPr>
            </w:pPr>
            <w:r w:rsidRPr="007B3A70">
              <w:rPr>
                <w:rFonts w:asciiTheme="minorHAnsi" w:eastAsia="Times New Roman" w:hAnsiTheme="minorHAnsi" w:cs="Calibri"/>
                <w:b/>
                <w:color w:val="000000"/>
                <w:sz w:val="18"/>
                <w:szCs w:val="18"/>
                <w:highlight w:val="yellow"/>
                <w:lang w:eastAsia="cs-CZ"/>
              </w:rPr>
              <w:t>Celková cena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3A70" w:rsidRPr="00B23C79" w:rsidRDefault="007B3A70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B3A70" w:rsidRPr="00B23C79" w:rsidRDefault="007B3A70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3A70" w:rsidRPr="007B3A70" w:rsidRDefault="007B3A70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B3A70" w:rsidRPr="007B3A70" w:rsidRDefault="007B3A70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3A70" w:rsidRPr="007B3A70" w:rsidRDefault="007B3A70" w:rsidP="002F3F0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18"/>
                <w:szCs w:val="18"/>
                <w:highlight w:val="yellow"/>
                <w:lang w:eastAsia="cs-CZ"/>
              </w:rPr>
            </w:pPr>
          </w:p>
        </w:tc>
      </w:tr>
    </w:tbl>
    <w:p w:rsidR="009F392E" w:rsidRPr="002F3F0C" w:rsidRDefault="009F392E" w:rsidP="002F3F0C"/>
    <w:sectPr w:rsidR="009F392E" w:rsidRPr="002F3F0C" w:rsidSect="002F3F0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C79" w:rsidRDefault="00B23C79" w:rsidP="00962258">
      <w:pPr>
        <w:spacing w:after="0" w:line="240" w:lineRule="auto"/>
      </w:pPr>
      <w:r>
        <w:separator/>
      </w:r>
    </w:p>
  </w:endnote>
  <w:endnote w:type="continuationSeparator" w:id="0">
    <w:p w:rsidR="00B23C79" w:rsidRDefault="00B23C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23C79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23C79" w:rsidRPr="00B8518B" w:rsidRDefault="00B23C7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3A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3A7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B8518B">
          <w:pPr>
            <w:pStyle w:val="Zpat"/>
          </w:pPr>
        </w:p>
      </w:tc>
      <w:tc>
        <w:tcPr>
          <w:tcW w:w="2921" w:type="dxa"/>
        </w:tcPr>
        <w:p w:rsidR="00B23C79" w:rsidRDefault="00B23C79" w:rsidP="00D831A3">
          <w:pPr>
            <w:pStyle w:val="Zpat"/>
          </w:pPr>
        </w:p>
      </w:tc>
    </w:tr>
  </w:tbl>
  <w:p w:rsidR="00B23C79" w:rsidRPr="00B8518B" w:rsidRDefault="00B23C7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935E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303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23C7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23C79" w:rsidRPr="00B8518B" w:rsidRDefault="00B23C7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3A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3A7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460660">
          <w:pPr>
            <w:pStyle w:val="Zpat"/>
          </w:pPr>
          <w:r>
            <w:t>Správa železnic, státní organizace</w:t>
          </w:r>
        </w:p>
        <w:p w:rsidR="00B23C79" w:rsidRDefault="00B23C7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460660">
          <w:pPr>
            <w:pStyle w:val="Zpat"/>
          </w:pPr>
          <w:r>
            <w:t>Sídlo: Dlážděná 1003/7, 110 00 Praha 1</w:t>
          </w:r>
        </w:p>
        <w:p w:rsidR="00B23C79" w:rsidRDefault="00B23C79" w:rsidP="00460660">
          <w:pPr>
            <w:pStyle w:val="Zpat"/>
          </w:pPr>
          <w:r>
            <w:t>IČO: 709 94 234 DIČ: CZ 709 94 234</w:t>
          </w:r>
        </w:p>
        <w:p w:rsidR="00B23C79" w:rsidRDefault="00B23C79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B23C79" w:rsidRDefault="00B23C79" w:rsidP="00460660">
          <w:pPr>
            <w:pStyle w:val="Zpat"/>
          </w:pPr>
        </w:p>
      </w:tc>
    </w:tr>
  </w:tbl>
  <w:p w:rsidR="00B23C79" w:rsidRPr="00B8518B" w:rsidRDefault="00B23C7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633E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6F821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23C79" w:rsidRPr="00460660" w:rsidRDefault="00B23C7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C79" w:rsidRDefault="00B23C79" w:rsidP="00962258">
      <w:pPr>
        <w:spacing w:after="0" w:line="240" w:lineRule="auto"/>
      </w:pPr>
      <w:r>
        <w:separator/>
      </w:r>
    </w:p>
  </w:footnote>
  <w:footnote w:type="continuationSeparator" w:id="0">
    <w:p w:rsidR="00B23C79" w:rsidRDefault="00B23C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23C7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23C79" w:rsidRPr="00B8518B" w:rsidRDefault="00B23C7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23C79" w:rsidRDefault="00B23C7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23C79" w:rsidRPr="00D6163D" w:rsidRDefault="00B23C79" w:rsidP="00D6163D">
          <w:pPr>
            <w:pStyle w:val="Druhdokumentu"/>
          </w:pPr>
        </w:p>
      </w:tc>
    </w:tr>
  </w:tbl>
  <w:p w:rsidR="00B23C79" w:rsidRPr="00D6163D" w:rsidRDefault="00B23C7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23C7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23C79" w:rsidRPr="00B8518B" w:rsidRDefault="00B23C7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23C79" w:rsidRPr="00D6163D" w:rsidRDefault="00B23C79" w:rsidP="00FC6389">
          <w:pPr>
            <w:pStyle w:val="Druhdokumentu"/>
          </w:pPr>
        </w:p>
      </w:tc>
    </w:tr>
    <w:tr w:rsidR="00B23C79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B23C79" w:rsidRPr="00B8518B" w:rsidRDefault="00B23C7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23C79" w:rsidRDefault="00B23C7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23C79" w:rsidRPr="00D6163D" w:rsidRDefault="00B23C79" w:rsidP="00FC6389">
          <w:pPr>
            <w:pStyle w:val="Druhdokumentu"/>
          </w:pPr>
        </w:p>
      </w:tc>
    </w:tr>
  </w:tbl>
  <w:p w:rsidR="00B23C79" w:rsidRPr="00D6163D" w:rsidRDefault="00B23C7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23C79" w:rsidRPr="00460660" w:rsidRDefault="00B23C7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F0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3F0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24E7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3A7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2F1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23C7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0F06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38535B"/>
  <w14:defaultImageDpi w14:val="32767"/>
  <w15:docId w15:val="{2F582ACA-9EBF-4683-8BE9-AB0E0FEB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F0C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947CF7-16B3-4DEA-9074-2ED7B16B3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15</TotalTime>
  <Pages>4</Pages>
  <Words>565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2022-01-04T09:51:00Z</dcterms:created>
  <dcterms:modified xsi:type="dcterms:W3CDTF">2022-01-04T11:12:00Z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